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0"/>
        <w:gridCol w:w="938"/>
        <w:gridCol w:w="1132"/>
        <w:gridCol w:w="1090"/>
        <w:gridCol w:w="1271"/>
        <w:gridCol w:w="1178"/>
        <w:gridCol w:w="1187"/>
      </w:tblGrid>
      <w:tr w:rsidR="001E12C1" w:rsidRPr="00996244" w14:paraId="70D03AB6" w14:textId="77777777" w:rsidTr="00996244">
        <w:tc>
          <w:tcPr>
            <w:tcW w:w="9576" w:type="dxa"/>
            <w:gridSpan w:val="7"/>
          </w:tcPr>
          <w:p w14:paraId="6081DB8B" w14:textId="77777777" w:rsidR="001E12C1" w:rsidRPr="00996244" w:rsidRDefault="001E12C1" w:rsidP="00996244">
            <w:pPr>
              <w:spacing w:after="0" w:line="240" w:lineRule="auto"/>
              <w:jc w:val="center"/>
              <w:rPr>
                <w:b/>
              </w:rPr>
            </w:pPr>
            <w:bookmarkStart w:id="0" w:name="_GoBack"/>
            <w:bookmarkEnd w:id="0"/>
            <w:r w:rsidRPr="00996244">
              <w:rPr>
                <w:b/>
              </w:rPr>
              <w:t>Tour Prices Breakdown (Average based on 7-day Trip)</w:t>
            </w:r>
          </w:p>
        </w:tc>
      </w:tr>
      <w:tr w:rsidR="001E12C1" w:rsidRPr="00996244" w14:paraId="0FFF829F" w14:textId="77777777" w:rsidTr="00996244">
        <w:tc>
          <w:tcPr>
            <w:tcW w:w="2780" w:type="dxa"/>
          </w:tcPr>
          <w:p w14:paraId="7F694DE7" w14:textId="77777777" w:rsidR="001E12C1" w:rsidRPr="00996244" w:rsidRDefault="001E12C1" w:rsidP="00996244">
            <w:pPr>
              <w:spacing w:after="0" w:line="240" w:lineRule="auto"/>
              <w:rPr>
                <w:b/>
              </w:rPr>
            </w:pPr>
            <w:r w:rsidRPr="00996244">
              <w:rPr>
                <w:b/>
              </w:rPr>
              <w:t>Travel Item</w:t>
            </w:r>
          </w:p>
        </w:tc>
        <w:tc>
          <w:tcPr>
            <w:tcW w:w="938" w:type="dxa"/>
          </w:tcPr>
          <w:p w14:paraId="05DE8571" w14:textId="77777777" w:rsidR="001E12C1" w:rsidRPr="00996244" w:rsidRDefault="001E12C1" w:rsidP="00996244">
            <w:pPr>
              <w:spacing w:after="0" w:line="240" w:lineRule="auto"/>
              <w:jc w:val="center"/>
              <w:rPr>
                <w:b/>
              </w:rPr>
            </w:pPr>
            <w:r w:rsidRPr="00996244">
              <w:rPr>
                <w:b/>
              </w:rPr>
              <w:t>Group</w:t>
            </w:r>
          </w:p>
        </w:tc>
        <w:tc>
          <w:tcPr>
            <w:tcW w:w="1132" w:type="dxa"/>
          </w:tcPr>
          <w:p w14:paraId="44B1F088" w14:textId="77777777" w:rsidR="001E12C1" w:rsidRPr="00996244" w:rsidRDefault="001E12C1" w:rsidP="00996244">
            <w:pPr>
              <w:spacing w:after="0" w:line="240" w:lineRule="auto"/>
              <w:jc w:val="center"/>
              <w:rPr>
                <w:b/>
              </w:rPr>
            </w:pPr>
            <w:r w:rsidRPr="00996244">
              <w:rPr>
                <w:b/>
              </w:rPr>
              <w:t>Tour</w:t>
            </w:r>
          </w:p>
        </w:tc>
        <w:tc>
          <w:tcPr>
            <w:tcW w:w="1090" w:type="dxa"/>
          </w:tcPr>
          <w:p w14:paraId="796558E2" w14:textId="77777777" w:rsidR="001E12C1" w:rsidRPr="00996244" w:rsidRDefault="001E12C1" w:rsidP="00996244">
            <w:pPr>
              <w:spacing w:after="0" w:line="240" w:lineRule="auto"/>
              <w:jc w:val="center"/>
              <w:rPr>
                <w:b/>
              </w:rPr>
            </w:pPr>
            <w:r w:rsidRPr="00996244">
              <w:rPr>
                <w:b/>
              </w:rPr>
              <w:t>Flight</w:t>
            </w:r>
          </w:p>
        </w:tc>
        <w:tc>
          <w:tcPr>
            <w:tcW w:w="1271" w:type="dxa"/>
          </w:tcPr>
          <w:p w14:paraId="400FE13E" w14:textId="77777777" w:rsidR="001E12C1" w:rsidRPr="00996244" w:rsidRDefault="001E12C1" w:rsidP="00996244">
            <w:pPr>
              <w:spacing w:after="0" w:line="240" w:lineRule="auto"/>
              <w:jc w:val="center"/>
              <w:rPr>
                <w:b/>
              </w:rPr>
            </w:pPr>
            <w:r w:rsidRPr="00996244">
              <w:rPr>
                <w:b/>
              </w:rPr>
              <w:t>Hotel (Daily)</w:t>
            </w:r>
          </w:p>
        </w:tc>
        <w:tc>
          <w:tcPr>
            <w:tcW w:w="1178" w:type="dxa"/>
          </w:tcPr>
          <w:p w14:paraId="3C40ED34" w14:textId="77777777" w:rsidR="001E12C1" w:rsidRPr="00996244" w:rsidRDefault="001E12C1" w:rsidP="00996244">
            <w:pPr>
              <w:spacing w:after="0" w:line="240" w:lineRule="auto"/>
              <w:jc w:val="center"/>
              <w:rPr>
                <w:b/>
              </w:rPr>
            </w:pPr>
            <w:r w:rsidRPr="00996244">
              <w:rPr>
                <w:b/>
              </w:rPr>
              <w:t>Misc.</w:t>
            </w:r>
          </w:p>
        </w:tc>
        <w:tc>
          <w:tcPr>
            <w:tcW w:w="1187" w:type="dxa"/>
          </w:tcPr>
          <w:p w14:paraId="21D8AA07" w14:textId="77777777" w:rsidR="001E12C1" w:rsidRPr="00996244" w:rsidRDefault="001E12C1" w:rsidP="00996244">
            <w:pPr>
              <w:spacing w:after="0" w:line="240" w:lineRule="auto"/>
              <w:jc w:val="center"/>
              <w:rPr>
                <w:b/>
              </w:rPr>
            </w:pPr>
            <w:r w:rsidRPr="00996244">
              <w:rPr>
                <w:b/>
              </w:rPr>
              <w:t>Total Cost</w:t>
            </w:r>
          </w:p>
        </w:tc>
      </w:tr>
      <w:tr w:rsidR="001E12C1" w:rsidRPr="00996244" w14:paraId="2513EFF4" w14:textId="77777777" w:rsidTr="00996244">
        <w:tc>
          <w:tcPr>
            <w:tcW w:w="2780" w:type="dxa"/>
          </w:tcPr>
          <w:p w14:paraId="5842CA74" w14:textId="77777777" w:rsidR="001E12C1" w:rsidRPr="00996244" w:rsidRDefault="001E12C1" w:rsidP="00996244">
            <w:pPr>
              <w:spacing w:after="0" w:line="240" w:lineRule="auto"/>
            </w:pPr>
            <w:r w:rsidRPr="00996244">
              <w:t>Kilimanjaro Climb</w:t>
            </w:r>
          </w:p>
        </w:tc>
        <w:tc>
          <w:tcPr>
            <w:tcW w:w="938" w:type="dxa"/>
          </w:tcPr>
          <w:p w14:paraId="155DA2EE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RC</w:t>
            </w:r>
          </w:p>
        </w:tc>
        <w:tc>
          <w:tcPr>
            <w:tcW w:w="1132" w:type="dxa"/>
          </w:tcPr>
          <w:p w14:paraId="44402F52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4,000</w:t>
            </w:r>
          </w:p>
        </w:tc>
        <w:tc>
          <w:tcPr>
            <w:tcW w:w="1090" w:type="dxa"/>
          </w:tcPr>
          <w:p w14:paraId="6D6432BB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271" w:type="dxa"/>
          </w:tcPr>
          <w:p w14:paraId="37FB16E3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78" w:type="dxa"/>
          </w:tcPr>
          <w:p w14:paraId="36A9CBF8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1,000</w:t>
            </w:r>
          </w:p>
        </w:tc>
        <w:tc>
          <w:tcPr>
            <w:tcW w:w="1187" w:type="dxa"/>
          </w:tcPr>
          <w:p w14:paraId="2B02CA34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5,000</w:t>
            </w:r>
          </w:p>
        </w:tc>
      </w:tr>
      <w:tr w:rsidR="001E12C1" w:rsidRPr="00996244" w14:paraId="3305C55D" w14:textId="77777777" w:rsidTr="00996244">
        <w:tc>
          <w:tcPr>
            <w:tcW w:w="2780" w:type="dxa"/>
          </w:tcPr>
          <w:p w14:paraId="08E92CED" w14:textId="77777777" w:rsidR="001E12C1" w:rsidRPr="00996244" w:rsidRDefault="001E12C1" w:rsidP="00996244">
            <w:pPr>
              <w:spacing w:after="0" w:line="240" w:lineRule="auto"/>
            </w:pPr>
            <w:r w:rsidRPr="00996244">
              <w:t>Mt. Shasta Climb</w:t>
            </w:r>
          </w:p>
        </w:tc>
        <w:tc>
          <w:tcPr>
            <w:tcW w:w="938" w:type="dxa"/>
          </w:tcPr>
          <w:p w14:paraId="746D25EF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RC</w:t>
            </w:r>
          </w:p>
        </w:tc>
        <w:tc>
          <w:tcPr>
            <w:tcW w:w="1132" w:type="dxa"/>
          </w:tcPr>
          <w:p w14:paraId="1A55379D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700</w:t>
            </w:r>
          </w:p>
        </w:tc>
        <w:tc>
          <w:tcPr>
            <w:tcW w:w="1090" w:type="dxa"/>
          </w:tcPr>
          <w:p w14:paraId="52434A31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271" w:type="dxa"/>
          </w:tcPr>
          <w:p w14:paraId="7A821091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78" w:type="dxa"/>
          </w:tcPr>
          <w:p w14:paraId="6AC2718D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87" w:type="dxa"/>
          </w:tcPr>
          <w:p w14:paraId="408B1733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700</w:t>
            </w:r>
          </w:p>
        </w:tc>
      </w:tr>
      <w:tr w:rsidR="001E12C1" w:rsidRPr="00996244" w14:paraId="7EEA1C85" w14:textId="77777777" w:rsidTr="00996244">
        <w:tc>
          <w:tcPr>
            <w:tcW w:w="2780" w:type="dxa"/>
          </w:tcPr>
          <w:p w14:paraId="7F713F59" w14:textId="77777777" w:rsidR="001E12C1" w:rsidRPr="00996244" w:rsidRDefault="001E12C1" w:rsidP="00996244">
            <w:pPr>
              <w:spacing w:after="0" w:line="240" w:lineRule="auto"/>
            </w:pPr>
            <w:r w:rsidRPr="00996244">
              <w:t>North Carolina</w:t>
            </w:r>
          </w:p>
        </w:tc>
        <w:tc>
          <w:tcPr>
            <w:tcW w:w="938" w:type="dxa"/>
          </w:tcPr>
          <w:p w14:paraId="36982CDF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RC</w:t>
            </w:r>
          </w:p>
        </w:tc>
        <w:tc>
          <w:tcPr>
            <w:tcW w:w="1132" w:type="dxa"/>
          </w:tcPr>
          <w:p w14:paraId="06FE444D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500</w:t>
            </w:r>
          </w:p>
        </w:tc>
        <w:tc>
          <w:tcPr>
            <w:tcW w:w="1090" w:type="dxa"/>
          </w:tcPr>
          <w:p w14:paraId="638EF6EB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271" w:type="dxa"/>
          </w:tcPr>
          <w:p w14:paraId="7EA37101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78" w:type="dxa"/>
          </w:tcPr>
          <w:p w14:paraId="5F33392F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87" w:type="dxa"/>
          </w:tcPr>
          <w:p w14:paraId="4B25A9A6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500</w:t>
            </w:r>
          </w:p>
        </w:tc>
      </w:tr>
      <w:tr w:rsidR="001E12C1" w:rsidRPr="00996244" w14:paraId="07342AD6" w14:textId="77777777" w:rsidTr="00996244">
        <w:tc>
          <w:tcPr>
            <w:tcW w:w="2780" w:type="dxa"/>
          </w:tcPr>
          <w:p w14:paraId="765504A3" w14:textId="77777777" w:rsidR="001E12C1" w:rsidRPr="00996244" w:rsidRDefault="001E12C1" w:rsidP="00996244">
            <w:pPr>
              <w:spacing w:after="0" w:line="240" w:lineRule="auto"/>
            </w:pPr>
            <w:r w:rsidRPr="00996244">
              <w:t>Tucson, Mt. Lemmon, Cochise Stronghold</w:t>
            </w:r>
          </w:p>
        </w:tc>
        <w:tc>
          <w:tcPr>
            <w:tcW w:w="938" w:type="dxa"/>
          </w:tcPr>
          <w:p w14:paraId="369FD7D4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RC</w:t>
            </w:r>
          </w:p>
        </w:tc>
        <w:tc>
          <w:tcPr>
            <w:tcW w:w="1132" w:type="dxa"/>
          </w:tcPr>
          <w:p w14:paraId="2D27A82C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350</w:t>
            </w:r>
          </w:p>
        </w:tc>
        <w:tc>
          <w:tcPr>
            <w:tcW w:w="1090" w:type="dxa"/>
          </w:tcPr>
          <w:p w14:paraId="656B76C0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271" w:type="dxa"/>
          </w:tcPr>
          <w:p w14:paraId="66B78AA0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78" w:type="dxa"/>
          </w:tcPr>
          <w:p w14:paraId="2A4E0507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87" w:type="dxa"/>
          </w:tcPr>
          <w:p w14:paraId="0E239C69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350</w:t>
            </w:r>
          </w:p>
        </w:tc>
      </w:tr>
      <w:tr w:rsidR="001E12C1" w:rsidRPr="00996244" w14:paraId="1A0F8462" w14:textId="77777777" w:rsidTr="00996244">
        <w:tc>
          <w:tcPr>
            <w:tcW w:w="2780" w:type="dxa"/>
          </w:tcPr>
          <w:p w14:paraId="775BFA2D" w14:textId="77777777" w:rsidR="001E12C1" w:rsidRPr="00996244" w:rsidRDefault="001E12C1" w:rsidP="00996244">
            <w:pPr>
              <w:spacing w:after="0" w:line="240" w:lineRule="auto"/>
            </w:pPr>
            <w:r w:rsidRPr="00996244">
              <w:t>Antarctica</w:t>
            </w:r>
          </w:p>
        </w:tc>
        <w:tc>
          <w:tcPr>
            <w:tcW w:w="938" w:type="dxa"/>
          </w:tcPr>
          <w:p w14:paraId="1E999785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E</w:t>
            </w:r>
          </w:p>
        </w:tc>
        <w:tc>
          <w:tcPr>
            <w:tcW w:w="1132" w:type="dxa"/>
          </w:tcPr>
          <w:p w14:paraId="055696DF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090" w:type="dxa"/>
          </w:tcPr>
          <w:p w14:paraId="65E69C69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271" w:type="dxa"/>
          </w:tcPr>
          <w:p w14:paraId="5B0B5936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78" w:type="dxa"/>
          </w:tcPr>
          <w:p w14:paraId="5D6A4A20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87" w:type="dxa"/>
          </w:tcPr>
          <w:p w14:paraId="51AAA1D7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</w:tr>
      <w:tr w:rsidR="001E12C1" w:rsidRPr="00996244" w14:paraId="0E082080" w14:textId="77777777" w:rsidTr="00996244">
        <w:tc>
          <w:tcPr>
            <w:tcW w:w="2780" w:type="dxa"/>
          </w:tcPr>
          <w:p w14:paraId="60565DD2" w14:textId="77777777" w:rsidR="001E12C1" w:rsidRPr="00996244" w:rsidRDefault="001E12C1" w:rsidP="00996244">
            <w:pPr>
              <w:spacing w:after="0" w:line="240" w:lineRule="auto"/>
            </w:pPr>
            <w:r w:rsidRPr="00996244">
              <w:t>Sydney Whale Watching (*Family of 4)</w:t>
            </w:r>
          </w:p>
        </w:tc>
        <w:tc>
          <w:tcPr>
            <w:tcW w:w="938" w:type="dxa"/>
          </w:tcPr>
          <w:p w14:paraId="6C5A204C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E</w:t>
            </w:r>
          </w:p>
        </w:tc>
        <w:tc>
          <w:tcPr>
            <w:tcW w:w="1132" w:type="dxa"/>
          </w:tcPr>
          <w:p w14:paraId="5895E9BC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250</w:t>
            </w:r>
          </w:p>
        </w:tc>
        <w:tc>
          <w:tcPr>
            <w:tcW w:w="1090" w:type="dxa"/>
          </w:tcPr>
          <w:p w14:paraId="0A34C151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271" w:type="dxa"/>
          </w:tcPr>
          <w:p w14:paraId="24E9091C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78" w:type="dxa"/>
          </w:tcPr>
          <w:p w14:paraId="1B0F31FE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87" w:type="dxa"/>
          </w:tcPr>
          <w:p w14:paraId="30FDA74E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</w:tr>
      <w:tr w:rsidR="001E12C1" w:rsidRPr="00996244" w14:paraId="598F6D86" w14:textId="77777777" w:rsidTr="00996244">
        <w:tc>
          <w:tcPr>
            <w:tcW w:w="2780" w:type="dxa"/>
          </w:tcPr>
          <w:p w14:paraId="68D374B6" w14:textId="77777777" w:rsidR="001E12C1" w:rsidRPr="00996244" w:rsidRDefault="001E12C1" w:rsidP="00996244">
            <w:pPr>
              <w:spacing w:after="0" w:line="240" w:lineRule="auto"/>
            </w:pPr>
            <w:r w:rsidRPr="00996244">
              <w:t>Vancouver Whale Watching (*Family of 4)</w:t>
            </w:r>
          </w:p>
        </w:tc>
        <w:tc>
          <w:tcPr>
            <w:tcW w:w="938" w:type="dxa"/>
          </w:tcPr>
          <w:p w14:paraId="13315C63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E</w:t>
            </w:r>
          </w:p>
        </w:tc>
        <w:tc>
          <w:tcPr>
            <w:tcW w:w="1132" w:type="dxa"/>
          </w:tcPr>
          <w:p w14:paraId="67B1F583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500</w:t>
            </w:r>
          </w:p>
        </w:tc>
        <w:tc>
          <w:tcPr>
            <w:tcW w:w="1090" w:type="dxa"/>
          </w:tcPr>
          <w:p w14:paraId="3124A198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271" w:type="dxa"/>
          </w:tcPr>
          <w:p w14:paraId="6558197C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78" w:type="dxa"/>
          </w:tcPr>
          <w:p w14:paraId="7FD69F02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100</w:t>
            </w:r>
          </w:p>
        </w:tc>
        <w:tc>
          <w:tcPr>
            <w:tcW w:w="1187" w:type="dxa"/>
          </w:tcPr>
          <w:p w14:paraId="679EFE52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600</w:t>
            </w:r>
          </w:p>
        </w:tc>
      </w:tr>
      <w:tr w:rsidR="001E12C1" w:rsidRPr="00996244" w14:paraId="3599FB13" w14:textId="77777777" w:rsidTr="00996244">
        <w:tc>
          <w:tcPr>
            <w:tcW w:w="2780" w:type="dxa"/>
          </w:tcPr>
          <w:p w14:paraId="6E69906F" w14:textId="77777777" w:rsidR="001E12C1" w:rsidRPr="00996244" w:rsidRDefault="001E12C1" w:rsidP="00996244">
            <w:pPr>
              <w:spacing w:after="0" w:line="240" w:lineRule="auto"/>
            </w:pPr>
            <w:r w:rsidRPr="00996244">
              <w:t>Maui Whale Watching (*Family of 4)</w:t>
            </w:r>
          </w:p>
        </w:tc>
        <w:tc>
          <w:tcPr>
            <w:tcW w:w="938" w:type="dxa"/>
          </w:tcPr>
          <w:p w14:paraId="62D6DB99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E</w:t>
            </w:r>
          </w:p>
        </w:tc>
        <w:tc>
          <w:tcPr>
            <w:tcW w:w="1132" w:type="dxa"/>
          </w:tcPr>
          <w:p w14:paraId="67B35E5D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200</w:t>
            </w:r>
          </w:p>
        </w:tc>
        <w:tc>
          <w:tcPr>
            <w:tcW w:w="1090" w:type="dxa"/>
          </w:tcPr>
          <w:p w14:paraId="6737F132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2,000</w:t>
            </w:r>
          </w:p>
        </w:tc>
        <w:tc>
          <w:tcPr>
            <w:tcW w:w="1271" w:type="dxa"/>
          </w:tcPr>
          <w:p w14:paraId="682CFC14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1,000</w:t>
            </w:r>
          </w:p>
        </w:tc>
        <w:tc>
          <w:tcPr>
            <w:tcW w:w="1178" w:type="dxa"/>
          </w:tcPr>
          <w:p w14:paraId="20CF8134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187" w:type="dxa"/>
          </w:tcPr>
          <w:p w14:paraId="539C7DFB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3,200</w:t>
            </w:r>
          </w:p>
        </w:tc>
      </w:tr>
      <w:tr w:rsidR="001E12C1" w:rsidRPr="00996244" w14:paraId="6FEBC536" w14:textId="77777777" w:rsidTr="00996244">
        <w:tc>
          <w:tcPr>
            <w:tcW w:w="2780" w:type="dxa"/>
          </w:tcPr>
          <w:p w14:paraId="6F41C92A" w14:textId="77777777" w:rsidR="001E12C1" w:rsidRPr="00996244" w:rsidRDefault="001E12C1" w:rsidP="00996244">
            <w:pPr>
              <w:spacing w:after="0" w:line="240" w:lineRule="auto"/>
            </w:pPr>
            <w:r w:rsidRPr="00996244">
              <w:t>Bogota Cycling (*Two People)</w:t>
            </w:r>
          </w:p>
        </w:tc>
        <w:tc>
          <w:tcPr>
            <w:tcW w:w="938" w:type="dxa"/>
          </w:tcPr>
          <w:p w14:paraId="49CF321D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Eco</w:t>
            </w:r>
          </w:p>
        </w:tc>
        <w:tc>
          <w:tcPr>
            <w:tcW w:w="1132" w:type="dxa"/>
          </w:tcPr>
          <w:p w14:paraId="2CC264EB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090" w:type="dxa"/>
          </w:tcPr>
          <w:p w14:paraId="38A651CE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1,500</w:t>
            </w:r>
          </w:p>
        </w:tc>
        <w:tc>
          <w:tcPr>
            <w:tcW w:w="1271" w:type="dxa"/>
          </w:tcPr>
          <w:p w14:paraId="5F9D1BC8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1,500</w:t>
            </w:r>
          </w:p>
        </w:tc>
        <w:tc>
          <w:tcPr>
            <w:tcW w:w="1178" w:type="dxa"/>
          </w:tcPr>
          <w:p w14:paraId="293FC098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200</w:t>
            </w:r>
          </w:p>
        </w:tc>
        <w:tc>
          <w:tcPr>
            <w:tcW w:w="1187" w:type="dxa"/>
          </w:tcPr>
          <w:p w14:paraId="0DCC4124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3,200</w:t>
            </w:r>
          </w:p>
        </w:tc>
      </w:tr>
      <w:tr w:rsidR="001E12C1" w:rsidRPr="00996244" w14:paraId="61C21EA1" w14:textId="77777777" w:rsidTr="00996244">
        <w:tc>
          <w:tcPr>
            <w:tcW w:w="2780" w:type="dxa"/>
          </w:tcPr>
          <w:p w14:paraId="42F99F3B" w14:textId="77777777" w:rsidR="001E12C1" w:rsidRPr="00996244" w:rsidRDefault="001E12C1" w:rsidP="00996244">
            <w:pPr>
              <w:spacing w:after="0" w:line="240" w:lineRule="auto"/>
            </w:pPr>
            <w:r w:rsidRPr="00996244">
              <w:t>Perth Cycling (*Two People)</w:t>
            </w:r>
          </w:p>
        </w:tc>
        <w:tc>
          <w:tcPr>
            <w:tcW w:w="938" w:type="dxa"/>
          </w:tcPr>
          <w:p w14:paraId="7D5E6296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Eco</w:t>
            </w:r>
          </w:p>
        </w:tc>
        <w:tc>
          <w:tcPr>
            <w:tcW w:w="1132" w:type="dxa"/>
          </w:tcPr>
          <w:p w14:paraId="28F911A0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090" w:type="dxa"/>
          </w:tcPr>
          <w:p w14:paraId="7625E7A3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4,000</w:t>
            </w:r>
          </w:p>
        </w:tc>
        <w:tc>
          <w:tcPr>
            <w:tcW w:w="1271" w:type="dxa"/>
          </w:tcPr>
          <w:p w14:paraId="2734411E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3,500</w:t>
            </w:r>
          </w:p>
        </w:tc>
        <w:tc>
          <w:tcPr>
            <w:tcW w:w="1178" w:type="dxa"/>
          </w:tcPr>
          <w:p w14:paraId="1AB2DAC4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500</w:t>
            </w:r>
          </w:p>
        </w:tc>
        <w:tc>
          <w:tcPr>
            <w:tcW w:w="1187" w:type="dxa"/>
          </w:tcPr>
          <w:p w14:paraId="5A7F53E3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</w:tr>
      <w:tr w:rsidR="001E12C1" w:rsidRPr="00996244" w14:paraId="5AB5950D" w14:textId="77777777" w:rsidTr="00996244">
        <w:tc>
          <w:tcPr>
            <w:tcW w:w="2780" w:type="dxa"/>
          </w:tcPr>
          <w:p w14:paraId="6F1DE74B" w14:textId="77777777" w:rsidR="001E12C1" w:rsidRPr="00996244" w:rsidRDefault="001E12C1" w:rsidP="00996244">
            <w:pPr>
              <w:spacing w:after="0" w:line="240" w:lineRule="auto"/>
            </w:pPr>
            <w:r w:rsidRPr="00996244">
              <w:t>Copenhagen Cycling (*Two People)</w:t>
            </w:r>
          </w:p>
        </w:tc>
        <w:tc>
          <w:tcPr>
            <w:tcW w:w="938" w:type="dxa"/>
          </w:tcPr>
          <w:p w14:paraId="693F1C28" w14:textId="77777777" w:rsidR="001E12C1" w:rsidRPr="00996244" w:rsidRDefault="001E12C1" w:rsidP="00996244">
            <w:pPr>
              <w:spacing w:after="0" w:line="240" w:lineRule="auto"/>
              <w:jc w:val="center"/>
            </w:pPr>
            <w:r w:rsidRPr="00996244">
              <w:t>Eco</w:t>
            </w:r>
          </w:p>
        </w:tc>
        <w:tc>
          <w:tcPr>
            <w:tcW w:w="1132" w:type="dxa"/>
          </w:tcPr>
          <w:p w14:paraId="35282ABC" w14:textId="77777777" w:rsidR="001E12C1" w:rsidRPr="00996244" w:rsidRDefault="001E12C1" w:rsidP="00996244">
            <w:pPr>
              <w:spacing w:after="0" w:line="240" w:lineRule="auto"/>
              <w:jc w:val="right"/>
            </w:pPr>
          </w:p>
        </w:tc>
        <w:tc>
          <w:tcPr>
            <w:tcW w:w="1090" w:type="dxa"/>
          </w:tcPr>
          <w:p w14:paraId="60FC3FF8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2,100</w:t>
            </w:r>
          </w:p>
        </w:tc>
        <w:tc>
          <w:tcPr>
            <w:tcW w:w="1271" w:type="dxa"/>
          </w:tcPr>
          <w:p w14:paraId="482EE67C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3,000</w:t>
            </w:r>
          </w:p>
        </w:tc>
        <w:tc>
          <w:tcPr>
            <w:tcW w:w="1178" w:type="dxa"/>
          </w:tcPr>
          <w:p w14:paraId="4A4CF146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400</w:t>
            </w:r>
          </w:p>
        </w:tc>
        <w:tc>
          <w:tcPr>
            <w:tcW w:w="1187" w:type="dxa"/>
          </w:tcPr>
          <w:p w14:paraId="04D0D630" w14:textId="77777777" w:rsidR="001E12C1" w:rsidRPr="00996244" w:rsidRDefault="001E12C1" w:rsidP="00996244">
            <w:pPr>
              <w:spacing w:after="0" w:line="240" w:lineRule="auto"/>
              <w:jc w:val="right"/>
            </w:pPr>
            <w:r w:rsidRPr="00996244">
              <w:t>5,500</w:t>
            </w:r>
          </w:p>
        </w:tc>
      </w:tr>
    </w:tbl>
    <w:p w14:paraId="0323F49C" w14:textId="77777777" w:rsidR="001E12C1" w:rsidRDefault="001E12C1"/>
    <w:sectPr w:rsidR="001E12C1" w:rsidSect="001C4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59"/>
    <w:rsid w:val="000624BE"/>
    <w:rsid w:val="001B0BBB"/>
    <w:rsid w:val="001C4D6E"/>
    <w:rsid w:val="001E12C1"/>
    <w:rsid w:val="00386B04"/>
    <w:rsid w:val="003D3A3D"/>
    <w:rsid w:val="004A5393"/>
    <w:rsid w:val="004C4B33"/>
    <w:rsid w:val="0061662F"/>
    <w:rsid w:val="006A1B61"/>
    <w:rsid w:val="007F4EED"/>
    <w:rsid w:val="008D33B5"/>
    <w:rsid w:val="0092028A"/>
    <w:rsid w:val="00996244"/>
    <w:rsid w:val="00BB2F67"/>
    <w:rsid w:val="00C94A24"/>
    <w:rsid w:val="00CF6B1D"/>
    <w:rsid w:val="00D143B0"/>
    <w:rsid w:val="00E55B04"/>
    <w:rsid w:val="00E608B9"/>
    <w:rsid w:val="00E80C20"/>
    <w:rsid w:val="00E85494"/>
    <w:rsid w:val="00F5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B844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572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572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ong\Desktop\CCI%20Student%20Data%20Files\Word%202010%20Specialist\Normal_Wordcon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95C591BD7FF489F2E26EB4AB507B4" ma:contentTypeVersion="5" ma:contentTypeDescription="Create a new document." ma:contentTypeScope="" ma:versionID="1d284b2f2dea477e315c10bf79cea57b">
  <xsd:schema xmlns:xsd="http://www.w3.org/2001/XMLSchema" xmlns:xs="http://www.w3.org/2001/XMLSchema" xmlns:p="http://schemas.microsoft.com/office/2006/metadata/properties" xmlns:ns2="883a71e5-ff97-4bc7-a486-c8f90c59f61a" xmlns:ns3="df7082a4-d59d-4c0d-bc35-281886f2f0d9" targetNamespace="http://schemas.microsoft.com/office/2006/metadata/properties" ma:root="true" ma:fieldsID="c78c49b104e4cb97e24a4083bcce235a" ns2:_="" ns3:_="">
    <xsd:import namespace="883a71e5-ff97-4bc7-a486-c8f90c59f61a"/>
    <xsd:import namespace="df7082a4-d59d-4c0d-bc35-281886f2f0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082a4-d59d-4c0d-bc35-281886f2f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AC1F60-AAC9-44E9-97E0-0BC7CA0F15E1}"/>
</file>

<file path=customXml/itemProps2.xml><?xml version="1.0" encoding="utf-8"?>
<ds:datastoreItem xmlns:ds="http://schemas.openxmlformats.org/officeDocument/2006/customXml" ds:itemID="{A897BE01-B0B2-46DA-AA69-0C139C695D68}"/>
</file>

<file path=customXml/itemProps3.xml><?xml version="1.0" encoding="utf-8"?>
<ds:datastoreItem xmlns:ds="http://schemas.openxmlformats.org/officeDocument/2006/customXml" ds:itemID="{45940A3F-9C38-4A9C-AA99-13EFFD6643F7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Tour Prices Breakdown (Average based on 7-day Trip)</vt:lpstr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Tour Prices Breakdown (Average based on 7-day Trip)</dc:title>
  <dc:creator>CCI Learning Solutions Inc.</dc:creator>
  <cp:lastModifiedBy>Tolano Adventures</cp:lastModifiedBy>
  <cp:revision>3</cp:revision>
  <dcterms:created xsi:type="dcterms:W3CDTF">2010-04-26T19:02:00Z</dcterms:created>
  <dcterms:modified xsi:type="dcterms:W3CDTF">2010-04-27T17:50:00Z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0x01010080895C591BD7FF489F2E26EB4AB507B4</vt:lpwstr>
  </property>
</Properties>
</file>